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QlmJLt4AAAAKAQAADwAAAGRycy9kb3du&#10;cmV2LnhtbEyPQU+DQBCF7yb+h82YeLNLaWkIsjTV2LMRPHjcslOgZWcJu22RX+940uNkvrz3vXw7&#10;2V5ccfSdIwXLRQQCqXamo0bBZ7V/SkH4oMno3hEq+EYP2+L+LteZcTf6wGsZGsEh5DOtoA1hyKT0&#10;dYtW+4UbkPh3dKPVgc+xkWbUNw63vYyjaCOt7ogbWj3ga4v1ubxY7nXV23neBVntayxfTDKf3r9m&#10;pR4fpt0ziIBT+IPhV5/VoWCng7uQ8aJXsE6SNaMKVilPYCBdJTGIA5ObZ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JZiS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473314D6" w:rsidR="00DE0FEB" w:rsidRPr="002551BF" w:rsidRDefault="00980E94" w:rsidP="00DE0FEB">
            <w:r w:rsidRPr="00980E94">
              <w:t>11160/2023-SŽ-SSV-Ú3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A2560F" w:rsidRDefault="00DE0FEB" w:rsidP="00DE0FEB">
            <w:r w:rsidRPr="00A2560F">
              <w:t>Listů/příloh</w:t>
            </w:r>
          </w:p>
        </w:tc>
        <w:tc>
          <w:tcPr>
            <w:tcW w:w="2552" w:type="dxa"/>
          </w:tcPr>
          <w:p w14:paraId="79B49B98" w14:textId="248E6681" w:rsidR="00DE0FEB" w:rsidRPr="00A2560F" w:rsidRDefault="00A2560F" w:rsidP="00DE0FEB">
            <w:r w:rsidRPr="00A2560F">
              <w:t>3</w:t>
            </w:r>
            <w:r w:rsidR="002551BF" w:rsidRPr="00A2560F">
              <w:t>/</w:t>
            </w:r>
            <w:r w:rsidR="00FD691D" w:rsidRPr="00A2560F">
              <w:t>2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537D35" w14:paraId="1EC8F27A" w14:textId="77777777" w:rsidTr="00F862D6">
        <w:tc>
          <w:tcPr>
            <w:tcW w:w="1020" w:type="dxa"/>
          </w:tcPr>
          <w:p w14:paraId="56F6C47A" w14:textId="776CC319" w:rsidR="00537D35" w:rsidRDefault="00537D35" w:rsidP="00537D35">
            <w:r>
              <w:t>Datum</w:t>
            </w:r>
          </w:p>
        </w:tc>
        <w:tc>
          <w:tcPr>
            <w:tcW w:w="2552" w:type="dxa"/>
          </w:tcPr>
          <w:p w14:paraId="53DC6DD6" w14:textId="501BF481" w:rsidR="00537D35" w:rsidRPr="003E6B9A" w:rsidRDefault="00537D35" w:rsidP="00537D35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2560F">
              <w:rPr>
                <w:noProof/>
              </w:rPr>
              <w:t>22. září 2023</w:t>
            </w:r>
            <w:r w:rsidRPr="003E6B9A">
              <w:fldChar w:fldCharType="end"/>
            </w:r>
            <w:r w:rsidRPr="003E6B9A">
              <w:t xml:space="preserve"> </w:t>
            </w:r>
          </w:p>
        </w:tc>
        <w:tc>
          <w:tcPr>
            <w:tcW w:w="823" w:type="dxa"/>
          </w:tcPr>
          <w:p w14:paraId="4A6E8BB3" w14:textId="77777777" w:rsidR="00537D35" w:rsidRDefault="00537D35" w:rsidP="00537D35"/>
        </w:tc>
        <w:tc>
          <w:tcPr>
            <w:tcW w:w="3685" w:type="dxa"/>
          </w:tcPr>
          <w:p w14:paraId="0DF22D85" w14:textId="77777777" w:rsidR="00537D35" w:rsidRDefault="00537D35" w:rsidP="00537D35"/>
        </w:tc>
      </w:tr>
      <w:tr w:rsidR="00537D35" w14:paraId="123C3454" w14:textId="77777777" w:rsidTr="00F862D6">
        <w:tc>
          <w:tcPr>
            <w:tcW w:w="1020" w:type="dxa"/>
          </w:tcPr>
          <w:p w14:paraId="1E0AFDC7" w14:textId="7B6693FF" w:rsidR="00537D35" w:rsidRDefault="00537D35" w:rsidP="00537D35"/>
        </w:tc>
        <w:tc>
          <w:tcPr>
            <w:tcW w:w="2552" w:type="dxa"/>
          </w:tcPr>
          <w:p w14:paraId="26B66B66" w14:textId="7660D209" w:rsidR="00537D35" w:rsidRPr="00FE3455" w:rsidRDefault="00537D35" w:rsidP="00537D35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537D35" w:rsidRDefault="00537D35" w:rsidP="00537D35"/>
        </w:tc>
        <w:tc>
          <w:tcPr>
            <w:tcW w:w="3685" w:type="dxa"/>
          </w:tcPr>
          <w:p w14:paraId="06735979" w14:textId="77777777" w:rsidR="00537D35" w:rsidRDefault="00537D35" w:rsidP="00537D35"/>
        </w:tc>
      </w:tr>
      <w:tr w:rsidR="00537D35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537D35" w:rsidRDefault="00537D35" w:rsidP="00537D35"/>
        </w:tc>
        <w:tc>
          <w:tcPr>
            <w:tcW w:w="2552" w:type="dxa"/>
          </w:tcPr>
          <w:p w14:paraId="42856A98" w14:textId="77777777" w:rsidR="00537D35" w:rsidRDefault="00537D35" w:rsidP="00537D35"/>
        </w:tc>
        <w:tc>
          <w:tcPr>
            <w:tcW w:w="823" w:type="dxa"/>
          </w:tcPr>
          <w:p w14:paraId="13572289" w14:textId="77777777" w:rsidR="00537D35" w:rsidRDefault="00537D35" w:rsidP="00537D35"/>
        </w:tc>
        <w:tc>
          <w:tcPr>
            <w:tcW w:w="3685" w:type="dxa"/>
          </w:tcPr>
          <w:p w14:paraId="10D4A908" w14:textId="77777777" w:rsidR="00537D35" w:rsidRDefault="00537D35" w:rsidP="00537D35"/>
        </w:tc>
      </w:tr>
    </w:tbl>
    <w:p w14:paraId="4C8B7179" w14:textId="20D82E26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046D4" w:rsidRPr="001046D4">
        <w:rPr>
          <w:rFonts w:eastAsia="Calibri" w:cs="Times New Roman"/>
          <w:b/>
          <w:lang w:eastAsia="cs-CZ"/>
        </w:rPr>
        <w:t>Rekonstrukce výpravní budovy ŽST Senice na Hané</w:t>
      </w:r>
    </w:p>
    <w:p w14:paraId="1C8D135D" w14:textId="6F5C8399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CD55F0">
        <w:rPr>
          <w:rFonts w:eastAsia="Calibri" w:cs="Times New Roman"/>
          <w:lang w:eastAsia="cs-CZ"/>
        </w:rPr>
        <w:t>2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83A911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DD086A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B63A2" w14:textId="4CCE526B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D61E47"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61953EBB" w14:textId="77777777" w:rsidR="00A97F5C" w:rsidRPr="002D4D9F" w:rsidRDefault="00A97F5C" w:rsidP="00A97F5C">
      <w:pPr>
        <w:pStyle w:val="Normlnweb"/>
      </w:pPr>
      <w:r w:rsidRPr="002D4D9F">
        <w:t>Ve výkazu výměr u oddílu:“ SO 86-71-86.01 - D.2.2.1 Architektonicko-stavební řešení“</w:t>
      </w:r>
      <w:r w:rsidRPr="002D4D9F">
        <w:tab/>
        <w:t xml:space="preserve"> je níže uvedená položka. V popisu se nachází D-2 a v</w:t>
      </w:r>
      <w:r>
        <w:t xml:space="preserve"> poznámce</w:t>
      </w:r>
      <w:r w:rsidRPr="002D4D9F">
        <w:t xml:space="preserve"> D-12.</w:t>
      </w:r>
      <w:r w:rsidRPr="002D4D9F">
        <w:tab/>
      </w: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29"/>
        <w:gridCol w:w="1600"/>
        <w:gridCol w:w="4671"/>
        <w:gridCol w:w="700"/>
        <w:gridCol w:w="1320"/>
      </w:tblGrid>
      <w:tr w:rsidR="00A97F5C" w:rsidRPr="00A97F5C" w14:paraId="0031B5C7" w14:textId="77777777" w:rsidTr="00072F59">
        <w:trPr>
          <w:trHeight w:val="480"/>
        </w:trPr>
        <w:tc>
          <w:tcPr>
            <w:tcW w:w="40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59473EF" w14:textId="77777777" w:rsidR="00A97F5C" w:rsidRPr="00A97F5C" w:rsidRDefault="00A97F5C" w:rsidP="00072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264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307629" w14:textId="77777777" w:rsidR="00A97F5C" w:rsidRPr="00A97F5C" w:rsidRDefault="00A97F5C" w:rsidP="00072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6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D31D0AC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611R.D-12</w:t>
            </w:r>
          </w:p>
        </w:tc>
        <w:tc>
          <w:tcPr>
            <w:tcW w:w="47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1F1ECA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D-2 jednokřídlé dveře otočné, levé, otevírání : ven, ocelový rám bezp.(rc3)</w:t>
            </w:r>
          </w:p>
        </w:tc>
        <w:tc>
          <w:tcPr>
            <w:tcW w:w="7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3ED1017" w14:textId="77777777" w:rsidR="00A97F5C" w:rsidRPr="00A97F5C" w:rsidRDefault="00A97F5C" w:rsidP="00072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3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88EFAA0" w14:textId="77777777" w:rsidR="00A97F5C" w:rsidRPr="00A97F5C" w:rsidRDefault="00A97F5C" w:rsidP="00072F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1,000</w:t>
            </w:r>
          </w:p>
        </w:tc>
      </w:tr>
      <w:tr w:rsidR="00A97F5C" w:rsidRPr="00A97F5C" w14:paraId="7071EF7F" w14:textId="77777777" w:rsidTr="00072F5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4B1E" w14:textId="77777777" w:rsidR="00A97F5C" w:rsidRPr="00A97F5C" w:rsidRDefault="00A97F5C" w:rsidP="00072F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7DBD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  <w:t>PP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9A94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BE06E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D-12 jednokřídlé dveře otočné, levé, otevírání : ven, ocelový rám bezp.(rc3), barva ořech, stavební hloubka : 70 mm, zasklení : tvarová imitace, dřevěný povrch, křídlo : ocelové hladké z vnitřní strany, ext. dřevěný povrch, kování :k+p, celoobvod. bezpečnostní, třída bezpeč.: rc3 (čsn en 1627), tb3 (čsn en 1906:2012) zárubeň : typová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AC6F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FB4F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97F5C" w:rsidRPr="00A97F5C" w14:paraId="4793478D" w14:textId="77777777" w:rsidTr="00072F5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C742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0D02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  <w:t>VV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045A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5EFFF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4FADA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68A5" w14:textId="77777777" w:rsidR="00A97F5C" w:rsidRPr="00A97F5C" w:rsidRDefault="00A97F5C" w:rsidP="00072F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  <w:t>1,000</w:t>
            </w:r>
          </w:p>
        </w:tc>
      </w:tr>
      <w:tr w:rsidR="00A97F5C" w:rsidRPr="00A97F5C" w14:paraId="7A74C2D0" w14:textId="77777777" w:rsidTr="00072F5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BC3E" w14:textId="77777777" w:rsidR="00A97F5C" w:rsidRPr="00A97F5C" w:rsidRDefault="00A97F5C" w:rsidP="00072F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966D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  <w:t>VV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AFD5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F6F38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Součet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A651" w14:textId="77777777" w:rsidR="00A97F5C" w:rsidRPr="00A97F5C" w:rsidRDefault="00A97F5C" w:rsidP="00072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255A" w14:textId="77777777" w:rsidR="00A97F5C" w:rsidRPr="00A97F5C" w:rsidRDefault="00A97F5C" w:rsidP="00072F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1,000</w:t>
            </w:r>
          </w:p>
        </w:tc>
      </w:tr>
    </w:tbl>
    <w:p w14:paraId="4538A2A7" w14:textId="77777777" w:rsidR="00A97F5C" w:rsidRDefault="00A97F5C" w:rsidP="00B40995">
      <w:pPr>
        <w:spacing w:after="0" w:line="240" w:lineRule="auto"/>
      </w:pPr>
      <w:r w:rsidRPr="002D4D9F">
        <w:tab/>
      </w:r>
    </w:p>
    <w:p w14:paraId="6FECB900" w14:textId="1149546D" w:rsidR="00D61E47" w:rsidRDefault="00A97F5C" w:rsidP="00B40995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2D4D9F">
        <w:t>Prosíme o informaci, co je správně a případnou opravu ve výkazu výměr.</w:t>
      </w:r>
    </w:p>
    <w:p w14:paraId="60DBE98A" w14:textId="28C4BE54" w:rsidR="00CB7B5A" w:rsidRPr="00704AE3" w:rsidRDefault="00CB7B5A" w:rsidP="00B40995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301CB254" w14:textId="3CD14DD2" w:rsidR="00124832" w:rsidRPr="009F2140" w:rsidRDefault="00124832" w:rsidP="00124832">
      <w:pPr>
        <w:spacing w:after="0" w:line="240" w:lineRule="auto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>V položce č. 264 opraven popis na D-12</w:t>
      </w:r>
      <w:r w:rsidR="009F2140">
        <w:rPr>
          <w:rFonts w:eastAsia="Calibri" w:cs="Times New Roman"/>
          <w:bCs/>
          <w:lang w:eastAsia="cs-CZ"/>
        </w:rPr>
        <w:t>.</w:t>
      </w:r>
    </w:p>
    <w:p w14:paraId="222ADFFB" w14:textId="4DD1DA22" w:rsidR="00CB7B5A" w:rsidRDefault="00CB7B5A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2DD2614" w14:textId="77777777" w:rsidR="00CD55F0" w:rsidRDefault="00CD55F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87D2B32" w14:textId="77777777" w:rsidR="00CD55F0" w:rsidRPr="00704AE3" w:rsidRDefault="00CD55F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040F0E5" w14:textId="0F3B96F4" w:rsidR="006D43BE" w:rsidRDefault="006D43BE" w:rsidP="006D43B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D61E47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32597008" w14:textId="33054E32" w:rsidR="00A97F5C" w:rsidRPr="00A97F5C" w:rsidRDefault="00A97F5C" w:rsidP="00A97F5C">
      <w:pPr>
        <w:spacing w:after="0" w:line="240" w:lineRule="auto"/>
        <w:jc w:val="both"/>
      </w:pPr>
      <w:r w:rsidRPr="00A97F5C">
        <w:t>Ve výkazu výměr u oddílu:“ SO 86-71-86.01 - D.2.2.1 Architektonicko-stavební řešení“</w:t>
      </w:r>
      <w:r>
        <w:t xml:space="preserve"> </w:t>
      </w:r>
      <w:r w:rsidRPr="00A97F5C">
        <w:t>jsou níže uvedené položky. U pol. 255 jsou v poznámce napsané dveře D-4, které se ale nachází také v pol. 263. Prosíme o vysvětlení.</w:t>
      </w: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00"/>
        <w:gridCol w:w="1600"/>
        <w:gridCol w:w="4700"/>
        <w:gridCol w:w="700"/>
        <w:gridCol w:w="1320"/>
      </w:tblGrid>
      <w:tr w:rsidR="00A97F5C" w:rsidRPr="00A97F5C" w14:paraId="55D3AA45" w14:textId="77777777" w:rsidTr="00072F59">
        <w:trPr>
          <w:trHeight w:val="660"/>
        </w:trPr>
        <w:tc>
          <w:tcPr>
            <w:tcW w:w="40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2B9F4D" w14:textId="77777777" w:rsidR="00A97F5C" w:rsidRPr="00A97F5C" w:rsidRDefault="00A97F5C" w:rsidP="00A9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08B0FE3" w14:textId="77777777" w:rsidR="00A97F5C" w:rsidRPr="00A97F5C" w:rsidRDefault="00A97F5C" w:rsidP="00A9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6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ED32D0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61162039</w:t>
            </w:r>
          </w:p>
        </w:tc>
        <w:tc>
          <w:tcPr>
            <w:tcW w:w="47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3C303A4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dveře jednokřídlé dřevotřískové protipožární EI (EW) 30 D3 povrch fóliový plné 900x1970-2100mm</w:t>
            </w:r>
          </w:p>
        </w:tc>
        <w:tc>
          <w:tcPr>
            <w:tcW w:w="7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6F9F9D" w14:textId="77777777" w:rsidR="00A97F5C" w:rsidRPr="00A97F5C" w:rsidRDefault="00A97F5C" w:rsidP="00A9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3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44B3F9A" w14:textId="77777777" w:rsidR="00A97F5C" w:rsidRPr="00A97F5C" w:rsidRDefault="00A97F5C" w:rsidP="00A97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2,000</w:t>
            </w:r>
          </w:p>
        </w:tc>
      </w:tr>
      <w:tr w:rsidR="00A97F5C" w:rsidRPr="00A97F5C" w14:paraId="21C5227F" w14:textId="77777777" w:rsidTr="00072F5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8032A" w14:textId="77777777" w:rsidR="00A97F5C" w:rsidRPr="00A97F5C" w:rsidRDefault="00A97F5C" w:rsidP="00A97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E43E3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  <w:t>PP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4F4D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23621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dveře jednokřídlé dřevotřískové protipožární EI (EW) 30 D3 povrch fóliový plné 900x1970-2100mm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852C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EC7C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97F5C" w:rsidRPr="00A97F5C" w14:paraId="6CFD17A3" w14:textId="77777777" w:rsidTr="00072F5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26A0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7C5A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  <w:t>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E5354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F6DB2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969696"/>
                <w:sz w:val="20"/>
                <w:szCs w:val="20"/>
                <w:lang w:eastAsia="cs-CZ"/>
              </w:rPr>
              <w:t>Poznámka k položce:</w:t>
            </w:r>
            <w:r w:rsidRPr="00A97F5C">
              <w:rPr>
                <w:rFonts w:ascii="Times New Roman" w:eastAsia="Times New Roman" w:hAnsi="Times New Roman" w:cs="Times New Roman"/>
                <w:i/>
                <w:iCs/>
                <w:color w:val="969696"/>
                <w:sz w:val="20"/>
                <w:szCs w:val="20"/>
                <w:lang w:eastAsia="cs-CZ"/>
              </w:rPr>
              <w:br/>
              <w:t>Poznámka k položce: D-4 A D-10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017A4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971C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4480BBD4" w14:textId="77777777" w:rsidR="00A97F5C" w:rsidRPr="00A97F5C" w:rsidRDefault="00A97F5C" w:rsidP="00A97F5C">
      <w:pPr>
        <w:spacing w:after="160" w:line="259" w:lineRule="auto"/>
        <w:ind w:left="708" w:hanging="348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29"/>
        <w:gridCol w:w="1600"/>
        <w:gridCol w:w="4671"/>
        <w:gridCol w:w="700"/>
        <w:gridCol w:w="1320"/>
      </w:tblGrid>
      <w:tr w:rsidR="00A97F5C" w:rsidRPr="00A97F5C" w14:paraId="4AF13875" w14:textId="77777777" w:rsidTr="00072F59">
        <w:trPr>
          <w:trHeight w:val="1335"/>
        </w:trPr>
        <w:tc>
          <w:tcPr>
            <w:tcW w:w="40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B29859" w14:textId="77777777" w:rsidR="00A97F5C" w:rsidRPr="00A97F5C" w:rsidRDefault="00A97F5C" w:rsidP="00A9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lastRenderedPageBreak/>
              <w:t>263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8B4A1F" w14:textId="77777777" w:rsidR="00A97F5C" w:rsidRPr="00A97F5C" w:rsidRDefault="00A97F5C" w:rsidP="00A9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6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A78584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611R.D-4</w:t>
            </w:r>
          </w:p>
        </w:tc>
        <w:tc>
          <w:tcPr>
            <w:tcW w:w="47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B9F557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D-4 jednokřídlé dveře otočné, pravé, otevírání : ven, ocelový rám bezp.(rc3), barva ořech, stavební hloubka : 70 mm, zasklení : tvarová imitace, dřevěný povrch, křídlo : ocelové hladké z vnitřní strany, ext. dřevěný povrch, kování :k+p, celoobvod. bezpečn</w:t>
            </w:r>
          </w:p>
        </w:tc>
        <w:tc>
          <w:tcPr>
            <w:tcW w:w="7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305E305" w14:textId="77777777" w:rsidR="00A97F5C" w:rsidRPr="00A97F5C" w:rsidRDefault="00A97F5C" w:rsidP="00A9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3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3E31D8B" w14:textId="77777777" w:rsidR="00A97F5C" w:rsidRPr="00A97F5C" w:rsidRDefault="00A97F5C" w:rsidP="00A97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  <w:t>1,000</w:t>
            </w:r>
          </w:p>
        </w:tc>
      </w:tr>
      <w:tr w:rsidR="00A97F5C" w:rsidRPr="00A97F5C" w14:paraId="46B8634F" w14:textId="77777777" w:rsidTr="00072F5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CDFA" w14:textId="77777777" w:rsidR="00A97F5C" w:rsidRPr="00A97F5C" w:rsidRDefault="00A97F5C" w:rsidP="00A97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B1C2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  <w:t>PP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93353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2B471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D-4 jednokřídlé dveře otočné, pravé, otevírání : ven, ocelový rám bezp.(rc3), barva ořech, stavební hloubka : 70 mm, zasklení : tvarová imitace, dřevěný povrch, křídlo : ocelové hladké z vnitřní strany, ext. dřevěný povrch, kování :k+p, celoobvod. bezpečnostní, třída bezpeč.: rc3 (čsn en 1627), tb3 (čsn en 1906:2012) zárubeň : typová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4339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91F5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97F5C" w:rsidRPr="00A97F5C" w14:paraId="1BD565FC" w14:textId="77777777" w:rsidTr="00072F5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988E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44AC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  <w:t>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4018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1A8BE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i/>
                <w:iCs/>
                <w:color w:val="969696"/>
                <w:sz w:val="20"/>
                <w:szCs w:val="20"/>
                <w:lang w:eastAsia="cs-CZ"/>
              </w:rPr>
              <w:t>Poznámka k položce:</w:t>
            </w:r>
            <w:r w:rsidRPr="00A97F5C">
              <w:rPr>
                <w:rFonts w:ascii="Times New Roman" w:eastAsia="Times New Roman" w:hAnsi="Times New Roman" w:cs="Times New Roman"/>
                <w:i/>
                <w:iCs/>
                <w:color w:val="969696"/>
                <w:sz w:val="20"/>
                <w:szCs w:val="20"/>
                <w:lang w:eastAsia="cs-CZ"/>
              </w:rPr>
              <w:br/>
              <w:t>Poznámka k položce: rám/zárubeň, kování a zámek v ceně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5A8F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227A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97F5C" w:rsidRPr="00A97F5C" w14:paraId="5F24129B" w14:textId="77777777" w:rsidTr="00072F5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28D8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9DE6E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  <w:t>VV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F462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A25F4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A6A7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4A88" w14:textId="77777777" w:rsidR="00A97F5C" w:rsidRPr="00A97F5C" w:rsidRDefault="00A97F5C" w:rsidP="00A97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  <w:t>1,000</w:t>
            </w:r>
          </w:p>
        </w:tc>
      </w:tr>
      <w:tr w:rsidR="00A97F5C" w:rsidRPr="00A97F5C" w14:paraId="60BB197E" w14:textId="77777777" w:rsidTr="00072F5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9DED" w14:textId="77777777" w:rsidR="00A97F5C" w:rsidRPr="00A97F5C" w:rsidRDefault="00A97F5C" w:rsidP="00A97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49DE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  <w:t>VV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890A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D11BC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Součet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2F9E" w14:textId="77777777" w:rsidR="00A97F5C" w:rsidRPr="00A97F5C" w:rsidRDefault="00A97F5C" w:rsidP="00A9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7D76" w14:textId="77777777" w:rsidR="00A97F5C" w:rsidRPr="00A97F5C" w:rsidRDefault="00A97F5C" w:rsidP="00A97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A97F5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1,000</w:t>
            </w:r>
          </w:p>
        </w:tc>
      </w:tr>
    </w:tbl>
    <w:p w14:paraId="63235CD3" w14:textId="77777777" w:rsidR="00A97F5C" w:rsidRDefault="00A97F5C" w:rsidP="006D43BE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</w:p>
    <w:p w14:paraId="26663C50" w14:textId="6D9596C6" w:rsidR="006D43BE" w:rsidRPr="00704AE3" w:rsidRDefault="006D43BE" w:rsidP="006D43BE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066E47CC" w14:textId="1C45CCDF" w:rsidR="00124832" w:rsidRPr="00C274E3" w:rsidRDefault="00124832" w:rsidP="009F2140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  <w:r w:rsidRPr="009F2140">
        <w:rPr>
          <w:rFonts w:eastAsia="Calibri" w:cs="Times New Roman"/>
          <w:bCs/>
          <w:lang w:eastAsia="cs-CZ"/>
        </w:rPr>
        <w:t>V položce č 255 opraven popis z D-4 na D-5</w:t>
      </w:r>
      <w:r w:rsidR="009F2140">
        <w:rPr>
          <w:rFonts w:eastAsia="Calibri" w:cs="Times New Roman"/>
          <w:bCs/>
          <w:lang w:eastAsia="cs-CZ"/>
        </w:rPr>
        <w:t>.</w:t>
      </w:r>
    </w:p>
    <w:p w14:paraId="06AA1941" w14:textId="77777777" w:rsidR="00704AE3" w:rsidRDefault="00704AE3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FEE02DE" w14:textId="77777777" w:rsidR="00CD55F0" w:rsidRDefault="00CD55F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FEBEAF1" w14:textId="29C6A860" w:rsidR="006D43BE" w:rsidRDefault="006D43BE" w:rsidP="006D43B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D61E47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12EDC26E" w14:textId="77777777" w:rsidR="00A97F5C" w:rsidRDefault="00A97F5C" w:rsidP="00A97F5C">
      <w:pPr>
        <w:spacing w:after="0" w:line="240" w:lineRule="auto"/>
        <w:jc w:val="both"/>
        <w:rPr>
          <w:rFonts w:eastAsia="Times New Roman" w:cs="Tahoma"/>
          <w:color w:val="000000"/>
          <w:lang w:eastAsia="cs-CZ"/>
        </w:rPr>
      </w:pPr>
      <w:r w:rsidRPr="00A97F5C">
        <w:rPr>
          <w:rFonts w:eastAsia="Times New Roman" w:cs="Tahoma"/>
          <w:color w:val="000000"/>
          <w:lang w:eastAsia="cs-CZ"/>
        </w:rPr>
        <w:t>Ve výpisu dveří je požadován pro D1, D2, D4, D12 dřevěný rám. Ve výkazu výměr je ale uveden ocelový rám. Prosíme o sdělení, co je správně a případné zaslání opraveného výkazu výměr, nebo opraveného výpisu dveří.</w:t>
      </w:r>
      <w:r>
        <w:rPr>
          <w:rFonts w:eastAsia="Times New Roman" w:cs="Tahoma"/>
          <w:color w:val="000000"/>
          <w:lang w:eastAsia="cs-CZ"/>
        </w:rPr>
        <w:t xml:space="preserve"> </w:t>
      </w:r>
    </w:p>
    <w:p w14:paraId="08A0F3C6" w14:textId="4648A1B8" w:rsidR="006D43BE" w:rsidRPr="00704AE3" w:rsidRDefault="006D43BE" w:rsidP="00A97F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21B4ACB4" w14:textId="2A178D00" w:rsidR="006D43BE" w:rsidRPr="009F2140" w:rsidRDefault="00A25F60" w:rsidP="009F214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2140">
        <w:rPr>
          <w:rFonts w:eastAsia="Calibri" w:cs="Times New Roman"/>
          <w:bCs/>
          <w:lang w:eastAsia="cs-CZ"/>
        </w:rPr>
        <w:t>Rám vnějších dveří je ocelový s dřevěným profilovaným krytím.</w:t>
      </w:r>
      <w:r w:rsidR="007E1B1A" w:rsidRPr="009F2140">
        <w:rPr>
          <w:rFonts w:eastAsia="Calibri" w:cs="Times New Roman"/>
          <w:bCs/>
          <w:lang w:eastAsia="cs-CZ"/>
        </w:rPr>
        <w:t xml:space="preserve"> Opraven popis v příloze </w:t>
      </w:r>
      <w:r w:rsidR="007E1B1A" w:rsidRPr="009F2140">
        <w:rPr>
          <w:rFonts w:eastAsia="Calibri" w:cs="Times New Roman"/>
          <w:lang w:eastAsia="cs-CZ"/>
        </w:rPr>
        <w:t>2_118_SO86_71_86_DVEŘE_VÝPIS_ZM2.pdf</w:t>
      </w:r>
      <w:r w:rsidR="009F2140" w:rsidRPr="009F2140">
        <w:rPr>
          <w:rFonts w:eastAsia="Calibri" w:cs="Times New Roman"/>
          <w:lang w:eastAsia="cs-CZ"/>
        </w:rPr>
        <w:t>.</w:t>
      </w:r>
    </w:p>
    <w:p w14:paraId="2CAACFA0" w14:textId="77777777" w:rsidR="006D43BE" w:rsidRDefault="006D43BE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DE7001D" w14:textId="77777777" w:rsidR="00CD55F0" w:rsidRDefault="00CD55F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D780CAA" w14:textId="4928A981" w:rsidR="006D43BE" w:rsidRDefault="006D43BE" w:rsidP="006D43B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D61E47"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6E1CE99E" w14:textId="77777777" w:rsidR="00A97F5C" w:rsidRDefault="00A97F5C" w:rsidP="00A97F5C">
      <w:pPr>
        <w:spacing w:after="0" w:line="240" w:lineRule="auto"/>
        <w:jc w:val="both"/>
        <w:rPr>
          <w:rFonts w:eastAsia="Times New Roman" w:cs="Tahoma"/>
          <w:color w:val="000000"/>
          <w:lang w:eastAsia="cs-CZ"/>
        </w:rPr>
      </w:pPr>
      <w:r w:rsidRPr="00A97F5C">
        <w:rPr>
          <w:rFonts w:eastAsia="Times New Roman" w:cs="Tahoma"/>
          <w:color w:val="000000"/>
          <w:lang w:eastAsia="cs-CZ"/>
        </w:rPr>
        <w:t>Prosíme o informaci, kde se v předloženém výkazu výměr nachází položky pro dodávku a montáž dveří D5, D6, D7, D8a, D8b, D14, D15, D19, D20?</w:t>
      </w:r>
      <w:r>
        <w:rPr>
          <w:rFonts w:eastAsia="Times New Roman" w:cs="Tahoma"/>
          <w:color w:val="000000"/>
          <w:lang w:eastAsia="cs-CZ"/>
        </w:rPr>
        <w:t xml:space="preserve"> </w:t>
      </w:r>
    </w:p>
    <w:p w14:paraId="418AAC9A" w14:textId="663B3288" w:rsidR="006D43BE" w:rsidRPr="00704AE3" w:rsidRDefault="006D43BE" w:rsidP="00A97F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57EC7CA4" w14:textId="64891157" w:rsidR="00124832" w:rsidRPr="009F2140" w:rsidRDefault="00124832" w:rsidP="009F214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>D5- Opraven popis v položce č 255</w:t>
      </w:r>
      <w:r w:rsidR="009F2140">
        <w:rPr>
          <w:rFonts w:eastAsia="Calibri" w:cs="Times New Roman"/>
          <w:bCs/>
          <w:lang w:eastAsia="cs-CZ"/>
        </w:rPr>
        <w:t>.</w:t>
      </w:r>
    </w:p>
    <w:p w14:paraId="26767C6B" w14:textId="77777777" w:rsidR="00124832" w:rsidRPr="009F2140" w:rsidRDefault="00124832" w:rsidP="009F214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>D6, D8a, D8b, D14, D15 – v položkách č 248 a 249 upraven výkaz výměr.</w:t>
      </w:r>
    </w:p>
    <w:p w14:paraId="2A8FCA5F" w14:textId="796B165C" w:rsidR="00124832" w:rsidRPr="009F2140" w:rsidRDefault="00124832" w:rsidP="009F214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>D19 – Opraven popis položky č 3</w:t>
      </w:r>
      <w:r w:rsidR="00356C7D" w:rsidRPr="009F2140">
        <w:rPr>
          <w:rFonts w:eastAsia="Calibri" w:cs="Times New Roman"/>
          <w:bCs/>
          <w:lang w:eastAsia="cs-CZ"/>
        </w:rPr>
        <w:t>1</w:t>
      </w:r>
      <w:r w:rsidRPr="009F2140">
        <w:rPr>
          <w:rFonts w:eastAsia="Calibri" w:cs="Times New Roman"/>
          <w:bCs/>
          <w:lang w:eastAsia="cs-CZ"/>
        </w:rPr>
        <w:t xml:space="preserve">0 </w:t>
      </w:r>
      <w:r w:rsidR="009F2140">
        <w:rPr>
          <w:rFonts w:eastAsia="Calibri" w:cs="Times New Roman"/>
          <w:bCs/>
          <w:lang w:eastAsia="cs-CZ"/>
        </w:rPr>
        <w:t>.</w:t>
      </w:r>
    </w:p>
    <w:p w14:paraId="69536C83" w14:textId="759AA18A" w:rsidR="00124832" w:rsidRPr="009F2140" w:rsidRDefault="00124832" w:rsidP="009F214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>D20 – Přidána položka č 36</w:t>
      </w:r>
      <w:r w:rsidR="00C56B89" w:rsidRPr="009F2140">
        <w:rPr>
          <w:rFonts w:eastAsia="Calibri" w:cs="Times New Roman"/>
          <w:bCs/>
          <w:lang w:eastAsia="cs-CZ"/>
        </w:rPr>
        <w:t>9</w:t>
      </w:r>
      <w:r w:rsidRPr="009F2140">
        <w:rPr>
          <w:rFonts w:eastAsia="Calibri" w:cs="Times New Roman"/>
          <w:bCs/>
          <w:lang w:eastAsia="cs-CZ"/>
        </w:rPr>
        <w:t>“</w:t>
      </w:r>
      <w:r w:rsidRPr="009F2140">
        <w:t xml:space="preserve"> </w:t>
      </w:r>
      <w:r w:rsidRPr="009F2140">
        <w:rPr>
          <w:rFonts w:eastAsia="Calibri" w:cs="Times New Roman"/>
          <w:bCs/>
          <w:lang w:eastAsia="cs-CZ"/>
        </w:rPr>
        <w:t>dveře jednokřídlé dřevotřískové povrch lakovaný plné 700x1970-2100mm“</w:t>
      </w:r>
      <w:r w:rsidR="00C56B89" w:rsidRPr="009F2140">
        <w:rPr>
          <w:rFonts w:eastAsia="Calibri" w:cs="Times New Roman"/>
          <w:bCs/>
          <w:lang w:eastAsia="cs-CZ"/>
        </w:rPr>
        <w:t>. Tato položka (č. 369) se nachází u ostatních dveří za položkou č. 249. Opraven výkaz výměr v položce č. 248.</w:t>
      </w:r>
    </w:p>
    <w:p w14:paraId="0A38BB59" w14:textId="77777777" w:rsidR="006D43BE" w:rsidRPr="00C56B89" w:rsidRDefault="006D43BE" w:rsidP="00CB7B5A">
      <w:pPr>
        <w:spacing w:after="0" w:line="240" w:lineRule="auto"/>
        <w:rPr>
          <w:rFonts w:eastAsia="Calibri" w:cs="Times New Roman"/>
          <w:bCs/>
          <w:color w:val="00B050"/>
          <w:lang w:eastAsia="cs-CZ"/>
        </w:rPr>
      </w:pPr>
    </w:p>
    <w:p w14:paraId="6624DC2A" w14:textId="77777777" w:rsidR="00CD55F0" w:rsidRDefault="00CD55F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DB2A0A2" w14:textId="492A7464" w:rsidR="006D43BE" w:rsidRDefault="006D43BE" w:rsidP="006D43B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D61E47"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48C95598" w14:textId="65234406" w:rsidR="006D43BE" w:rsidRPr="00704AE3" w:rsidRDefault="00A97F5C" w:rsidP="00A97F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97F5C">
        <w:rPr>
          <w:rFonts w:eastAsia="Times New Roman" w:cs="Tahoma"/>
          <w:color w:val="000000"/>
          <w:lang w:eastAsia="cs-CZ"/>
        </w:rPr>
        <w:t>Prosíme zadavatele o uvedení referenčního výrobku pro dveře D3. Jedná se o velmi ojedinělý výrobek, kdy je požadováno křídlo ocelové z vnitřní strany a z vnější strany s dřevěným povrchem</w:t>
      </w:r>
      <w:r w:rsidR="006D43BE" w:rsidRPr="00CA227A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  <w:r w:rsidR="006D43BE" w:rsidRPr="00704AE3">
        <w:rPr>
          <w:rFonts w:eastAsia="Calibri" w:cs="Times New Roman"/>
          <w:b/>
          <w:lang w:eastAsia="cs-CZ"/>
        </w:rPr>
        <w:t xml:space="preserve">Odpověď: </w:t>
      </w:r>
    </w:p>
    <w:p w14:paraId="6EE5940A" w14:textId="47E7EF33" w:rsidR="006D43BE" w:rsidRPr="009F2140" w:rsidRDefault="006A3332" w:rsidP="009F214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>Tyto dveře jsou zakázkový výrobek. Na vnitřní straně bude místo dřevěné desky</w:t>
      </w:r>
      <w:r w:rsidR="00A25F60" w:rsidRPr="009F2140">
        <w:rPr>
          <w:rFonts w:eastAsia="Calibri" w:cs="Times New Roman"/>
          <w:bCs/>
          <w:lang w:eastAsia="cs-CZ"/>
        </w:rPr>
        <w:t xml:space="preserve"> (HPL či jiného materiálu)</w:t>
      </w:r>
      <w:r w:rsidRPr="009F2140">
        <w:rPr>
          <w:rFonts w:eastAsia="Calibri" w:cs="Times New Roman"/>
          <w:bCs/>
          <w:lang w:eastAsia="cs-CZ"/>
        </w:rPr>
        <w:t xml:space="preserve"> ocelový hladký plech. </w:t>
      </w:r>
    </w:p>
    <w:p w14:paraId="5A40A97A" w14:textId="77777777" w:rsidR="006D43BE" w:rsidRDefault="006D43BE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9B9B165" w14:textId="77777777" w:rsidR="00CD55F0" w:rsidRDefault="00CD55F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C326E5F" w14:textId="6B7A1A77" w:rsidR="006D43BE" w:rsidRDefault="006D43BE" w:rsidP="006D43B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D61E47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456D4268" w14:textId="77777777" w:rsidR="00A97F5C" w:rsidRDefault="00A97F5C" w:rsidP="00A97F5C">
      <w:pPr>
        <w:spacing w:after="0" w:line="240" w:lineRule="auto"/>
        <w:jc w:val="both"/>
        <w:rPr>
          <w:rFonts w:eastAsia="Times New Roman" w:cs="Tahoma"/>
          <w:color w:val="000000"/>
          <w:lang w:eastAsia="cs-CZ"/>
        </w:rPr>
      </w:pPr>
      <w:r w:rsidRPr="00A97F5C">
        <w:rPr>
          <w:rFonts w:eastAsia="Times New Roman" w:cs="Tahoma"/>
          <w:color w:val="000000"/>
          <w:lang w:eastAsia="cs-CZ"/>
        </w:rPr>
        <w:t>Zadavatel požaduje dodávku mobilní buňky pokladny ČD + zázemí zaměstnanců ČD po dobu výstavby, vybavení dle TZ ZOV. Bohužel jsme tuto zprávu v předložených podkladech nenašli. Prosíme o její dodatečné zaslání.</w:t>
      </w:r>
      <w:r>
        <w:rPr>
          <w:rFonts w:eastAsia="Times New Roman" w:cs="Tahoma"/>
          <w:color w:val="000000"/>
          <w:lang w:eastAsia="cs-CZ"/>
        </w:rPr>
        <w:t xml:space="preserve"> </w:t>
      </w:r>
    </w:p>
    <w:p w14:paraId="45C12228" w14:textId="2FE6D45A" w:rsidR="006D43BE" w:rsidRPr="00704AE3" w:rsidRDefault="006D43BE" w:rsidP="00A97F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1D4824BC" w14:textId="3D127FD6" w:rsidR="006D43BE" w:rsidRPr="009F2140" w:rsidRDefault="00356C7D" w:rsidP="009F214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>Podmínky vybavení mobilní buňky pokladny ČD + zázemí zaměstnanců ČD je uvedeno v částí B projektové dokumentace Souhrnná technická zpráva Senice na Hané, kap. B.1.6 Příprava pro výstavbu, odst. C.</w:t>
      </w:r>
    </w:p>
    <w:p w14:paraId="0F410390" w14:textId="77777777" w:rsidR="006D43BE" w:rsidRDefault="006D43BE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5FE8EA3" w14:textId="0A4DD0D4" w:rsidR="00CD55F0" w:rsidRDefault="00CD55F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6510199" w14:textId="4CB72758" w:rsidR="00564C08" w:rsidRDefault="00564C08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96D2FDD" w14:textId="5CD20368" w:rsidR="00564C08" w:rsidRDefault="00564C08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FD9899D" w14:textId="77777777" w:rsidR="00564C08" w:rsidRDefault="00564C08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FFC6AA0" w14:textId="72E8EE25" w:rsidR="006D43BE" w:rsidRDefault="006D43BE" w:rsidP="006D43B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D61E47"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01512BA0" w14:textId="77777777" w:rsidR="00A97F5C" w:rsidRDefault="00A97F5C" w:rsidP="00A97F5C">
      <w:pPr>
        <w:spacing w:after="0" w:line="240" w:lineRule="auto"/>
        <w:jc w:val="both"/>
        <w:rPr>
          <w:rFonts w:eastAsia="Times New Roman" w:cs="Tahoma"/>
          <w:color w:val="000000"/>
          <w:lang w:eastAsia="cs-CZ"/>
        </w:rPr>
      </w:pPr>
      <w:r w:rsidRPr="00A97F5C">
        <w:rPr>
          <w:rFonts w:eastAsia="Times New Roman" w:cs="Tahoma"/>
          <w:color w:val="000000"/>
          <w:lang w:eastAsia="cs-CZ"/>
        </w:rPr>
        <w:t>Zadavatel požaduje dodávku mobilní buňky pro zázemí zaměstnanců SŽ. Pro správné nacenění žádáme zadavatele o přesnou specifikaci vybavení buňky (velikost a vybavení šatny, velikost hygienického zázemí)</w:t>
      </w:r>
      <w:r>
        <w:rPr>
          <w:rFonts w:eastAsia="Times New Roman" w:cs="Tahoma"/>
          <w:color w:val="000000"/>
          <w:lang w:eastAsia="cs-CZ"/>
        </w:rPr>
        <w:t xml:space="preserve">, </w:t>
      </w:r>
    </w:p>
    <w:p w14:paraId="419369F8" w14:textId="65A836F4" w:rsidR="006D43BE" w:rsidRPr="00704AE3" w:rsidRDefault="006D43BE" w:rsidP="006D43BE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4F553406" w14:textId="1D859E53" w:rsidR="006D43BE" w:rsidRPr="009F2140" w:rsidRDefault="00356C7D" w:rsidP="009F214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 xml:space="preserve">Pro potřeby zázemí zaměstnanců </w:t>
      </w:r>
      <w:r w:rsidR="00BD08FE" w:rsidRPr="009F2140">
        <w:rPr>
          <w:rFonts w:eastAsia="Calibri" w:cs="Times New Roman"/>
          <w:bCs/>
          <w:lang w:eastAsia="cs-CZ"/>
        </w:rPr>
        <w:t xml:space="preserve">je dostačující standardní mobilní buňka s osvětlením </w:t>
      </w:r>
      <w:r w:rsidR="009F2140">
        <w:rPr>
          <w:rFonts w:eastAsia="Calibri" w:cs="Times New Roman"/>
          <w:bCs/>
          <w:lang w:eastAsia="cs-CZ"/>
        </w:rPr>
        <w:br/>
      </w:r>
      <w:r w:rsidR="00BD08FE" w:rsidRPr="009F2140">
        <w:rPr>
          <w:rFonts w:eastAsia="Calibri" w:cs="Times New Roman"/>
          <w:bCs/>
          <w:lang w:eastAsia="cs-CZ"/>
        </w:rPr>
        <w:t>a přímotopem. Součástí bude sociální zařízení s toaletou a umyvadlem.</w:t>
      </w:r>
    </w:p>
    <w:p w14:paraId="74F05B57" w14:textId="1D4575CF" w:rsidR="006D43BE" w:rsidRDefault="00BD08FE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 xml:space="preserve"> </w:t>
      </w:r>
    </w:p>
    <w:p w14:paraId="458379CF" w14:textId="77777777" w:rsidR="009F2140" w:rsidRPr="009F2140" w:rsidRDefault="009F214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882B0FB" w14:textId="77777777" w:rsidR="00564C08" w:rsidRDefault="00564C08" w:rsidP="00564C0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38CC6467" w14:textId="77777777" w:rsidR="00564C08" w:rsidRDefault="00564C08" w:rsidP="00564C08">
      <w:pPr>
        <w:spacing w:after="0" w:line="240" w:lineRule="auto"/>
        <w:rPr>
          <w:rFonts w:eastAsia="Times New Roman" w:cs="Tahoma"/>
          <w:color w:val="000000"/>
          <w:lang w:eastAsia="cs-CZ"/>
        </w:rPr>
      </w:pPr>
      <w:r w:rsidRPr="00A67CFE">
        <w:rPr>
          <w:rFonts w:eastAsia="Times New Roman" w:cs="Tahoma"/>
          <w:color w:val="000000"/>
          <w:lang w:eastAsia="cs-CZ"/>
        </w:rPr>
        <w:t xml:space="preserve">V přiloženém zipu kde se nachází ZD jsem našel ve složce 2_ZÁVAZNÝ VZOR ZMLUVY složku ZTP - kde je přiložen rozpočet a podklady k mobiliáři. Chci se proto zeptat jestli má být mobiliář součástí cenové nabídky nebo ne. Pokud ano proč není rozpočet na něj vložen v celkovém rozpočtu kde jsou všechny rozpočty v jednom souboru? </w:t>
      </w:r>
    </w:p>
    <w:p w14:paraId="14348762" w14:textId="77777777" w:rsidR="00564C08" w:rsidRPr="00704AE3" w:rsidRDefault="00564C08" w:rsidP="00564C0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3E3A6469" w14:textId="16EB4315" w:rsidR="00564C08" w:rsidRPr="009F2140" w:rsidRDefault="00564C08" w:rsidP="009F214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2140">
        <w:rPr>
          <w:rFonts w:eastAsia="Calibri" w:cs="Times New Roman"/>
          <w:bCs/>
          <w:lang w:eastAsia="cs-CZ"/>
        </w:rPr>
        <w:t xml:space="preserve">Mobiliář není předmětem zadávacího řízení, bude dodáván z centrálního nákupu Správy železnic, státní organizace. U jednotlivých položek je v popisu položky uvedeno </w:t>
      </w:r>
      <w:r w:rsidR="00BD08FE" w:rsidRPr="009F2140">
        <w:rPr>
          <w:rFonts w:eastAsia="Calibri" w:cs="Times New Roman"/>
          <w:bCs/>
          <w:lang w:eastAsia="cs-CZ"/>
        </w:rPr>
        <w:t>(</w:t>
      </w:r>
      <w:r w:rsidRPr="009F2140">
        <w:rPr>
          <w:rFonts w:eastAsia="Calibri" w:cs="Times New Roman"/>
          <w:bCs/>
          <w:lang w:eastAsia="cs-CZ"/>
        </w:rPr>
        <w:t>NEOCEŇOVAT !!!</w:t>
      </w:r>
      <w:r w:rsidR="00BD08FE" w:rsidRPr="009F2140">
        <w:rPr>
          <w:rFonts w:eastAsia="Calibri" w:cs="Times New Roman"/>
          <w:bCs/>
          <w:lang w:eastAsia="cs-CZ"/>
        </w:rPr>
        <w:t>).</w:t>
      </w:r>
    </w:p>
    <w:p w14:paraId="612AF79E" w14:textId="77777777" w:rsidR="00564C08" w:rsidRPr="00564C08" w:rsidRDefault="00564C08" w:rsidP="00564C08">
      <w:pPr>
        <w:spacing w:after="0" w:line="240" w:lineRule="auto"/>
        <w:jc w:val="both"/>
        <w:rPr>
          <w:rFonts w:eastAsia="Calibri" w:cs="Times New Roman"/>
          <w:bCs/>
          <w:color w:val="70AD47" w:themeColor="accent5"/>
          <w:lang w:eastAsia="cs-CZ"/>
        </w:rPr>
      </w:pPr>
    </w:p>
    <w:p w14:paraId="16A42E7E" w14:textId="77777777" w:rsidR="00564C08" w:rsidRPr="00704AE3" w:rsidRDefault="00564C08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E7EC63B" w14:textId="77777777" w:rsidR="009F2140" w:rsidRDefault="009F2140" w:rsidP="009F21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C599B2" w14:textId="1DC08A1A" w:rsidR="00DE0FEB" w:rsidRDefault="009F2140" w:rsidP="009F21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F2140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4257B4EA" w14:textId="77777777" w:rsidR="009F2140" w:rsidRDefault="009F2140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3BBB5BE1" w14:textId="77777777" w:rsidR="009F2140" w:rsidRDefault="009F214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9D560F" w14:textId="77777777" w:rsidR="009863EC" w:rsidRDefault="009863EC" w:rsidP="009863EC">
      <w:pPr>
        <w:jc w:val="both"/>
        <w:rPr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369748A6" w14:textId="5EA8381E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67DAF9C" w14:textId="77777777" w:rsidR="00811B41" w:rsidRPr="00FD691D" w:rsidRDefault="00811B4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4CAE404" w14:textId="77777777" w:rsidR="00CB7B5A" w:rsidRPr="00FD691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t xml:space="preserve">Příloha: </w:t>
      </w:r>
    </w:p>
    <w:p w14:paraId="0DE5B77C" w14:textId="5C522848" w:rsidR="00FD2BF3" w:rsidRPr="009F2140" w:rsidRDefault="00D42733" w:rsidP="00B629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2140">
        <w:rPr>
          <w:rFonts w:eastAsia="Calibri" w:cs="Times New Roman"/>
          <w:lang w:eastAsia="cs-CZ"/>
        </w:rPr>
        <w:t>2_118_SO86_71_86_DVEŘE_VÝPIS_ZM2.pdf</w:t>
      </w:r>
    </w:p>
    <w:p w14:paraId="7990C430" w14:textId="1AC38F5F" w:rsidR="008F0E4D" w:rsidRPr="009F2140" w:rsidRDefault="009F2140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F2140">
        <w:rPr>
          <w:rFonts w:eastAsia="Calibri" w:cs="Times New Roman"/>
          <w:lang w:eastAsia="cs-CZ"/>
        </w:rPr>
        <w:t>Soupis prací - Rekonstrukce VB ŽST Senice na Hané [zadání]</w:t>
      </w:r>
    </w:p>
    <w:p w14:paraId="41C363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44159315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046D4">
        <w:rPr>
          <w:rFonts w:eastAsia="Calibri" w:cs="Times New Roman"/>
          <w:lang w:eastAsia="cs-CZ"/>
        </w:rPr>
        <w:t>2</w:t>
      </w:r>
      <w:r w:rsidR="00F91B2B">
        <w:rPr>
          <w:rFonts w:eastAsia="Calibri" w:cs="Times New Roman"/>
          <w:lang w:eastAsia="cs-CZ"/>
        </w:rPr>
        <w:t>5</w:t>
      </w:r>
      <w:r w:rsidR="00B6294C">
        <w:rPr>
          <w:rFonts w:eastAsia="Calibri" w:cs="Times New Roman"/>
          <w:lang w:eastAsia="cs-CZ"/>
        </w:rPr>
        <w:t xml:space="preserve">. </w:t>
      </w:r>
      <w:r w:rsidR="001046D4">
        <w:rPr>
          <w:rFonts w:eastAsia="Calibri" w:cs="Times New Roman"/>
          <w:lang w:eastAsia="cs-CZ"/>
        </w:rPr>
        <w:t>9</w:t>
      </w:r>
      <w:r w:rsidR="008F0E4D">
        <w:rPr>
          <w:rFonts w:eastAsia="Calibri" w:cs="Times New Roman"/>
          <w:lang w:eastAsia="cs-CZ"/>
        </w:rPr>
        <w:t>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A8F38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939C52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09C7" w14:textId="77777777" w:rsidR="00911604" w:rsidRDefault="00911604" w:rsidP="00962258">
      <w:pPr>
        <w:spacing w:after="0" w:line="240" w:lineRule="auto"/>
      </w:pPr>
      <w:r>
        <w:separator/>
      </w:r>
    </w:p>
  </w:endnote>
  <w:endnote w:type="continuationSeparator" w:id="0">
    <w:p w14:paraId="323D1BF1" w14:textId="77777777" w:rsidR="00911604" w:rsidRDefault="009116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70B280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0E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0E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553607D6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0E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0E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B04E" w14:textId="77777777" w:rsidR="00911604" w:rsidRDefault="00911604" w:rsidP="00962258">
      <w:pPr>
        <w:spacing w:after="0" w:line="240" w:lineRule="auto"/>
      </w:pPr>
      <w:r>
        <w:separator/>
      </w:r>
    </w:p>
  </w:footnote>
  <w:footnote w:type="continuationSeparator" w:id="0">
    <w:p w14:paraId="36E1214D" w14:textId="77777777" w:rsidR="00911604" w:rsidRDefault="009116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646517960">
    <w:abstractNumId w:val="2"/>
  </w:num>
  <w:num w:numId="2" w16cid:durableId="201869024">
    <w:abstractNumId w:val="1"/>
  </w:num>
  <w:num w:numId="3" w16cid:durableId="1537892550">
    <w:abstractNumId w:val="3"/>
  </w:num>
  <w:num w:numId="4" w16cid:durableId="2056392208">
    <w:abstractNumId w:val="5"/>
  </w:num>
  <w:num w:numId="5" w16cid:durableId="1768036784">
    <w:abstractNumId w:val="0"/>
  </w:num>
  <w:num w:numId="6" w16cid:durableId="122028605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5A4C"/>
    <w:rsid w:val="000B6C7E"/>
    <w:rsid w:val="000B7907"/>
    <w:rsid w:val="000C0429"/>
    <w:rsid w:val="000C42AD"/>
    <w:rsid w:val="000C45E8"/>
    <w:rsid w:val="000D6F1E"/>
    <w:rsid w:val="000E6552"/>
    <w:rsid w:val="000F6CB4"/>
    <w:rsid w:val="001046D4"/>
    <w:rsid w:val="00114472"/>
    <w:rsid w:val="00124832"/>
    <w:rsid w:val="001446CC"/>
    <w:rsid w:val="00170EC5"/>
    <w:rsid w:val="001747C1"/>
    <w:rsid w:val="0018596A"/>
    <w:rsid w:val="001B69C2"/>
    <w:rsid w:val="001C4DA0"/>
    <w:rsid w:val="00207DF5"/>
    <w:rsid w:val="002551BF"/>
    <w:rsid w:val="002554B7"/>
    <w:rsid w:val="00267369"/>
    <w:rsid w:val="0026785D"/>
    <w:rsid w:val="00296FF6"/>
    <w:rsid w:val="002C31BF"/>
    <w:rsid w:val="002E0CD7"/>
    <w:rsid w:val="002F026B"/>
    <w:rsid w:val="00313735"/>
    <w:rsid w:val="00333118"/>
    <w:rsid w:val="00356C7D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0E5D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37D35"/>
    <w:rsid w:val="00542527"/>
    <w:rsid w:val="00551D1F"/>
    <w:rsid w:val="00553375"/>
    <w:rsid w:val="00564C08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16685"/>
    <w:rsid w:val="00660AD3"/>
    <w:rsid w:val="00667E80"/>
    <w:rsid w:val="006703A1"/>
    <w:rsid w:val="006A3332"/>
    <w:rsid w:val="006A5570"/>
    <w:rsid w:val="006A689C"/>
    <w:rsid w:val="006B3D79"/>
    <w:rsid w:val="006D0AC9"/>
    <w:rsid w:val="006D43BE"/>
    <w:rsid w:val="006E0578"/>
    <w:rsid w:val="006E314D"/>
    <w:rsid w:val="006E7F06"/>
    <w:rsid w:val="00704AE3"/>
    <w:rsid w:val="00710723"/>
    <w:rsid w:val="0071549A"/>
    <w:rsid w:val="00723ED1"/>
    <w:rsid w:val="00735ED4"/>
    <w:rsid w:val="00743525"/>
    <w:rsid w:val="007531A0"/>
    <w:rsid w:val="00754830"/>
    <w:rsid w:val="0076286B"/>
    <w:rsid w:val="00764595"/>
    <w:rsid w:val="00766846"/>
    <w:rsid w:val="0077673A"/>
    <w:rsid w:val="007846E1"/>
    <w:rsid w:val="007B570C"/>
    <w:rsid w:val="007C447B"/>
    <w:rsid w:val="007D330E"/>
    <w:rsid w:val="007E1B1A"/>
    <w:rsid w:val="007E4A6E"/>
    <w:rsid w:val="007F56A7"/>
    <w:rsid w:val="00807DD0"/>
    <w:rsid w:val="008113E7"/>
    <w:rsid w:val="00811B41"/>
    <w:rsid w:val="00813F11"/>
    <w:rsid w:val="00891334"/>
    <w:rsid w:val="00892AB4"/>
    <w:rsid w:val="008A14C0"/>
    <w:rsid w:val="008A3568"/>
    <w:rsid w:val="008D03B9"/>
    <w:rsid w:val="008E4C60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0E94"/>
    <w:rsid w:val="00982411"/>
    <w:rsid w:val="009863EC"/>
    <w:rsid w:val="00992D9C"/>
    <w:rsid w:val="00996CB8"/>
    <w:rsid w:val="009A31E4"/>
    <w:rsid w:val="009A7568"/>
    <w:rsid w:val="009B24D8"/>
    <w:rsid w:val="009B2E97"/>
    <w:rsid w:val="009B5DEA"/>
    <w:rsid w:val="009B72CC"/>
    <w:rsid w:val="009E07F4"/>
    <w:rsid w:val="009F2140"/>
    <w:rsid w:val="009F392E"/>
    <w:rsid w:val="009F7C89"/>
    <w:rsid w:val="00A00160"/>
    <w:rsid w:val="00A2560F"/>
    <w:rsid w:val="00A25F60"/>
    <w:rsid w:val="00A44328"/>
    <w:rsid w:val="00A6177B"/>
    <w:rsid w:val="00A66136"/>
    <w:rsid w:val="00A955ED"/>
    <w:rsid w:val="00A97F5C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518B"/>
    <w:rsid w:val="00BB0DBF"/>
    <w:rsid w:val="00BB3740"/>
    <w:rsid w:val="00BD08FE"/>
    <w:rsid w:val="00BD7E91"/>
    <w:rsid w:val="00BF374D"/>
    <w:rsid w:val="00C02D0A"/>
    <w:rsid w:val="00C03A6E"/>
    <w:rsid w:val="00C30759"/>
    <w:rsid w:val="00C44F6A"/>
    <w:rsid w:val="00C56B89"/>
    <w:rsid w:val="00C727E5"/>
    <w:rsid w:val="00C8207D"/>
    <w:rsid w:val="00CB7B5A"/>
    <w:rsid w:val="00CC1E2B"/>
    <w:rsid w:val="00CD1FC4"/>
    <w:rsid w:val="00CD55F0"/>
    <w:rsid w:val="00CE371D"/>
    <w:rsid w:val="00CE5FA9"/>
    <w:rsid w:val="00D02A4D"/>
    <w:rsid w:val="00D21061"/>
    <w:rsid w:val="00D316A7"/>
    <w:rsid w:val="00D4108E"/>
    <w:rsid w:val="00D42733"/>
    <w:rsid w:val="00D6163D"/>
    <w:rsid w:val="00D61E47"/>
    <w:rsid w:val="00D63009"/>
    <w:rsid w:val="00D7601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E50560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804A7"/>
    <w:rsid w:val="00F862D6"/>
    <w:rsid w:val="00F86BA6"/>
    <w:rsid w:val="00F91B2B"/>
    <w:rsid w:val="00F93FFA"/>
    <w:rsid w:val="00FC6389"/>
    <w:rsid w:val="00FD2BF3"/>
    <w:rsid w:val="00FD2F51"/>
    <w:rsid w:val="00FD691D"/>
    <w:rsid w:val="00FE3455"/>
    <w:rsid w:val="00FF2F23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3CD1D-8F94-433F-988A-8A18E507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34</TotalTime>
  <Pages>3</Pages>
  <Words>831</Words>
  <Characters>4906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2023-09-22T11:30:00Z</cp:lastPrinted>
  <dcterms:created xsi:type="dcterms:W3CDTF">2023-09-22T11:04:00Z</dcterms:created>
  <dcterms:modified xsi:type="dcterms:W3CDTF">2023-09-22T11:55:00Z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